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E17" w:rsidRDefault="00A54E17" w:rsidP="00A54E17">
      <w:pPr>
        <w:pStyle w:val="Caption"/>
        <w:rPr>
          <w:rFonts w:cs="Times New Roman"/>
          <w:b w:val="0"/>
          <w:szCs w:val="24"/>
          <w:lang w:val="en-GB" w:bidi="ta-IN"/>
        </w:rPr>
      </w:pPr>
      <w:bookmarkStart w:id="0" w:name="_Toc323127980"/>
      <w:bookmarkStart w:id="1" w:name="_GoBack"/>
      <w:bookmarkEnd w:id="1"/>
      <w:r w:rsidRPr="00EA4395">
        <w:rPr>
          <w:rFonts w:cs="Times New Roman"/>
          <w:noProof/>
          <w:szCs w:val="24"/>
          <w:lang w:val="en-GB" w:eastAsia="en-GB"/>
        </w:rPr>
        <w:drawing>
          <wp:inline distT="0" distB="0" distL="0" distR="0" wp14:anchorId="7B1A59F8" wp14:editId="3CFA83B8">
            <wp:extent cx="5542059" cy="2929410"/>
            <wp:effectExtent l="0" t="0" r="1905" b="4445"/>
            <wp:docPr id="21" name="Picture 1" descr="D:\Uni\Dissertation\Results\Plot 5 Multidimensional Scal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ni\Dissertation\Results\Plot 5 Multidimensional Scali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315" cy="2935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BF5" w:rsidRDefault="00A54E17" w:rsidP="00112BF5">
      <w:pPr>
        <w:pStyle w:val="Caption"/>
        <w:rPr>
          <w:rFonts w:cs="Times New Roman"/>
          <w:b w:val="0"/>
          <w:szCs w:val="24"/>
          <w:lang w:val="en-GB" w:bidi="ta-IN"/>
        </w:rPr>
      </w:pPr>
      <w:r>
        <w:rPr>
          <w:rFonts w:cs="Times New Roman"/>
          <w:szCs w:val="24"/>
          <w:lang w:val="en-GB" w:bidi="ta-IN"/>
        </w:rPr>
        <w:t xml:space="preserve">Figure </w:t>
      </w:r>
      <w:r w:rsidRPr="00A54E17">
        <w:rPr>
          <w:rFonts w:cs="Times New Roman"/>
          <w:szCs w:val="24"/>
          <w:lang w:val="en-GB" w:bidi="ta-IN"/>
        </w:rPr>
        <w:t>S</w:t>
      </w:r>
      <w:r w:rsidR="00E65087">
        <w:rPr>
          <w:rFonts w:cs="Times New Roman"/>
          <w:szCs w:val="24"/>
          <w:lang w:val="en-GB" w:bidi="ta-IN"/>
        </w:rPr>
        <w:t>1</w:t>
      </w:r>
      <w:r>
        <w:rPr>
          <w:rFonts w:cs="Times New Roman"/>
          <w:b w:val="0"/>
          <w:szCs w:val="24"/>
          <w:lang w:val="en-GB" w:bidi="ta-IN"/>
        </w:rPr>
        <w:t xml:space="preserve"> </w:t>
      </w:r>
      <w:r w:rsidRPr="00CD4B29">
        <w:rPr>
          <w:rFonts w:cs="Times New Roman"/>
          <w:b w:val="0"/>
          <w:szCs w:val="24"/>
          <w:lang w:val="en-GB" w:bidi="ta-IN"/>
        </w:rPr>
        <w:t>Plot of scores for multidimensional scaling (MDS) analysis based on genetic distance.</w:t>
      </w:r>
      <w:r w:rsidRPr="00CD4B29">
        <w:rPr>
          <w:rFonts w:cs="Times New Roman"/>
          <w:b w:val="0"/>
          <w:szCs w:val="24"/>
          <w:lang w:val="en-GB"/>
        </w:rPr>
        <w:t xml:space="preserve"> </w:t>
      </w:r>
      <w:r w:rsidRPr="00A54E17">
        <w:rPr>
          <w:rFonts w:cs="Times New Roman"/>
          <w:b w:val="0"/>
          <w:szCs w:val="24"/>
          <w:lang w:val="en-GB"/>
        </w:rPr>
        <w:t xml:space="preserve">The groups of </w:t>
      </w:r>
      <w:r w:rsidRPr="00A54E17">
        <w:rPr>
          <w:rFonts w:cs="Times New Roman"/>
          <w:b w:val="0"/>
          <w:szCs w:val="24"/>
          <w:lang w:val="en-GB" w:bidi="ta-IN"/>
        </w:rPr>
        <w:t xml:space="preserve">dots identify genetic outliers. The slightly larger cluster (circled red) represents Section </w:t>
      </w:r>
      <w:proofErr w:type="gramStart"/>
      <w:r w:rsidRPr="00A54E17">
        <w:rPr>
          <w:rFonts w:cs="Times New Roman"/>
          <w:b w:val="0"/>
          <w:szCs w:val="24"/>
          <w:lang w:val="en-GB" w:bidi="ta-IN"/>
        </w:rPr>
        <w:t>A&amp;D</w:t>
      </w:r>
      <w:proofErr w:type="gramEnd"/>
      <w:r w:rsidRPr="00A54E17">
        <w:rPr>
          <w:rFonts w:cs="Times New Roman"/>
          <w:b w:val="0"/>
          <w:szCs w:val="24"/>
          <w:lang w:val="en-GB" w:bidi="ta-IN"/>
        </w:rPr>
        <w:t xml:space="preserve"> group</w:t>
      </w:r>
      <w:r w:rsidRPr="00112BF5">
        <w:rPr>
          <w:rFonts w:cs="Times New Roman"/>
          <w:b w:val="0"/>
          <w:szCs w:val="24"/>
          <w:lang w:val="en-GB" w:bidi="ta-IN"/>
        </w:rPr>
        <w:t>.</w:t>
      </w:r>
      <w:bookmarkEnd w:id="0"/>
      <w:r w:rsidRPr="00EA4395">
        <w:rPr>
          <w:rFonts w:cs="Times New Roman"/>
          <w:b w:val="0"/>
          <w:szCs w:val="24"/>
          <w:lang w:val="en-GB" w:bidi="ta-IN"/>
        </w:rPr>
        <w:t xml:space="preserve"> </w:t>
      </w:r>
    </w:p>
    <w:p w:rsidR="00112BF5" w:rsidRPr="00112BF5" w:rsidRDefault="00112BF5" w:rsidP="00112BF5">
      <w:pPr>
        <w:pStyle w:val="Caption"/>
        <w:rPr>
          <w:rFonts w:cs="Times New Roman"/>
          <w:b w:val="0"/>
          <w:szCs w:val="24"/>
          <w:lang w:val="en-GB" w:bidi="ta-IN"/>
        </w:rPr>
      </w:pPr>
      <w:r>
        <w:rPr>
          <w:rFonts w:cs="Times New Roman"/>
          <w:b w:val="0"/>
          <w:szCs w:val="24"/>
          <w:lang w:val="en-GB" w:bidi="ta-IN"/>
        </w:rPr>
        <w:t>Each cluster contained following individuals:</w:t>
      </w:r>
    </w:p>
    <w:p w:rsidR="00112BF5" w:rsidRPr="00112BF5" w:rsidRDefault="00112BF5" w:rsidP="00112BF5">
      <w:pPr>
        <w:pStyle w:val="Caption"/>
        <w:rPr>
          <w:rFonts w:cs="Times New Roman"/>
          <w:b w:val="0"/>
          <w:szCs w:val="24"/>
          <w:lang w:val="en-GB" w:bidi="ta-IN"/>
        </w:rPr>
      </w:pPr>
      <w:r w:rsidRPr="00112BF5">
        <w:rPr>
          <w:rFonts w:cs="Times New Roman"/>
          <w:b w:val="0"/>
          <w:szCs w:val="24"/>
          <w:lang w:val="en-GB" w:bidi="ta-IN"/>
        </w:rPr>
        <w:t>&gt; cl1</w:t>
      </w:r>
    </w:p>
    <w:p w:rsidR="00112BF5" w:rsidRPr="00112BF5" w:rsidRDefault="00112BF5" w:rsidP="00112BF5">
      <w:pPr>
        <w:pStyle w:val="Caption"/>
        <w:rPr>
          <w:rFonts w:cs="Times New Roman"/>
          <w:b w:val="0"/>
          <w:szCs w:val="24"/>
          <w:lang w:val="en-GB" w:bidi="ta-IN"/>
        </w:rPr>
      </w:pPr>
      <w:r w:rsidRPr="00112BF5">
        <w:rPr>
          <w:rFonts w:cs="Times New Roman"/>
          <w:b w:val="0"/>
          <w:szCs w:val="24"/>
          <w:lang w:val="en-GB" w:bidi="ta-IN"/>
        </w:rPr>
        <w:t xml:space="preserve"> [1] "F64" "F66" "F79" "F84" "F40" "F41" "F25" "F62" "F75" "F77" "F37" "F13" "F69" "F86" "F42" "F51" "F52" "F83" "F67" "F71" "F82" "F53" "F68"</w:t>
      </w:r>
    </w:p>
    <w:p w:rsidR="00112BF5" w:rsidRPr="00112BF5" w:rsidRDefault="00112BF5" w:rsidP="00112BF5">
      <w:pPr>
        <w:pStyle w:val="Caption"/>
        <w:rPr>
          <w:rFonts w:cs="Times New Roman"/>
          <w:b w:val="0"/>
          <w:szCs w:val="24"/>
          <w:lang w:val="en-GB" w:bidi="ta-IN"/>
        </w:rPr>
      </w:pPr>
      <w:r w:rsidRPr="00112BF5">
        <w:rPr>
          <w:rFonts w:cs="Times New Roman"/>
          <w:b w:val="0"/>
          <w:szCs w:val="24"/>
          <w:lang w:val="en-GB" w:bidi="ta-IN"/>
        </w:rPr>
        <w:t>&gt; cl2</w:t>
      </w:r>
    </w:p>
    <w:p w:rsidR="00112BF5" w:rsidRPr="00112BF5" w:rsidRDefault="00112BF5" w:rsidP="00112BF5">
      <w:pPr>
        <w:pStyle w:val="Caption"/>
        <w:rPr>
          <w:rFonts w:cs="Times New Roman"/>
          <w:b w:val="0"/>
          <w:szCs w:val="24"/>
          <w:lang w:val="en-GB" w:bidi="ta-IN"/>
        </w:rPr>
      </w:pPr>
      <w:r w:rsidRPr="00112BF5">
        <w:rPr>
          <w:rFonts w:cs="Times New Roman"/>
          <w:b w:val="0"/>
          <w:szCs w:val="24"/>
          <w:lang w:val="en-GB" w:bidi="ta-IN"/>
        </w:rPr>
        <w:t xml:space="preserve"> [1] "H34" "H36" "H14" "H18" "H32" "H33" "H6"  "H12" "H47" "H22" "H5"  "H7"  "H26" "H29" "H2"  "H30" "H43"</w:t>
      </w:r>
    </w:p>
    <w:p w:rsidR="00112BF5" w:rsidRPr="00112BF5" w:rsidRDefault="00112BF5" w:rsidP="00112BF5">
      <w:pPr>
        <w:pStyle w:val="Caption"/>
        <w:rPr>
          <w:rFonts w:cs="Times New Roman"/>
          <w:b w:val="0"/>
          <w:szCs w:val="24"/>
          <w:lang w:val="en-GB" w:bidi="ta-IN"/>
        </w:rPr>
      </w:pPr>
      <w:r w:rsidRPr="00112BF5">
        <w:rPr>
          <w:rFonts w:cs="Times New Roman"/>
          <w:b w:val="0"/>
          <w:szCs w:val="24"/>
          <w:lang w:val="en-GB" w:bidi="ta-IN"/>
        </w:rPr>
        <w:t>&gt; cl3</w:t>
      </w:r>
    </w:p>
    <w:p w:rsidR="00112BF5" w:rsidRPr="00112BF5" w:rsidRDefault="00112BF5" w:rsidP="00112BF5">
      <w:pPr>
        <w:pStyle w:val="Caption"/>
        <w:rPr>
          <w:rFonts w:cs="Times New Roman"/>
          <w:b w:val="0"/>
          <w:szCs w:val="24"/>
          <w:lang w:val="en-GB" w:bidi="ta-IN"/>
        </w:rPr>
      </w:pPr>
      <w:r w:rsidRPr="00112BF5">
        <w:rPr>
          <w:rFonts w:cs="Times New Roman"/>
          <w:b w:val="0"/>
          <w:szCs w:val="24"/>
          <w:lang w:val="en-GB" w:bidi="ta-IN"/>
        </w:rPr>
        <w:t xml:space="preserve">"A33"  "A41"  "A76"  "A78"  "D19"  "D89"  "D96"  "A63"  "A66"  "D75"  "D77"  "A50"  "A52"  "A79"  "A86"  "D48"  "D62"  "D100" "A69"  "A72"  "D78"  "D88"  "D13" "D15"  "D56"  "D63"  "A46"  "A85"  "D52"  "D53"  "A29"  "A36"  "A73"  "A74"  "D79"  "D104" "A44"  "A84"  "A59"  "D51"  "D87"  "A67"  "A70" </w:t>
      </w:r>
    </w:p>
    <w:p w:rsidR="00112BF5" w:rsidRPr="00112BF5" w:rsidRDefault="00112BF5" w:rsidP="00112BF5">
      <w:pPr>
        <w:pStyle w:val="Caption"/>
        <w:rPr>
          <w:rFonts w:cs="Times New Roman"/>
          <w:b w:val="0"/>
          <w:szCs w:val="24"/>
          <w:lang w:val="en-GB" w:bidi="ta-IN"/>
        </w:rPr>
      </w:pPr>
      <w:r w:rsidRPr="00112BF5">
        <w:rPr>
          <w:rFonts w:cs="Times New Roman"/>
          <w:b w:val="0"/>
          <w:szCs w:val="24"/>
          <w:lang w:val="en-GB" w:bidi="ta-IN"/>
        </w:rPr>
        <w:t>&gt; cl4</w:t>
      </w:r>
    </w:p>
    <w:p w:rsidR="00112BF5" w:rsidRPr="00112BF5" w:rsidRDefault="00112BF5" w:rsidP="00112BF5">
      <w:pPr>
        <w:pStyle w:val="Caption"/>
        <w:rPr>
          <w:rFonts w:cs="Times New Roman"/>
          <w:b w:val="0"/>
          <w:szCs w:val="24"/>
          <w:lang w:val="en-GB" w:bidi="ta-IN"/>
        </w:rPr>
      </w:pPr>
      <w:r w:rsidRPr="00112BF5">
        <w:rPr>
          <w:rFonts w:cs="Times New Roman"/>
          <w:b w:val="0"/>
          <w:szCs w:val="24"/>
          <w:lang w:val="en-GB" w:bidi="ta-IN"/>
        </w:rPr>
        <w:t xml:space="preserve"> [1] "N12" "N17" "N1"  "N2"  "N30" "N31" "N18" "N21" "N8"  "N32" "N44" "N36" "N37" "N9"  "N19" "N41" "N23" "N33" "N6"  "N29" "N38" "N39"</w:t>
      </w:r>
    </w:p>
    <w:p w:rsidR="00112BF5" w:rsidRPr="00112BF5" w:rsidRDefault="00112BF5" w:rsidP="00112BF5"/>
    <w:p w:rsidR="00CC588F" w:rsidRDefault="00CC588F"/>
    <w:sectPr w:rsidR="00CC58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E17"/>
    <w:rsid w:val="00112BF5"/>
    <w:rsid w:val="00954A6B"/>
    <w:rsid w:val="00A54E17"/>
    <w:rsid w:val="00CC588F"/>
    <w:rsid w:val="00E65087"/>
    <w:rsid w:val="00E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C78533-BCCB-4031-BFD2-338D7BD1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E17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A54E17"/>
    <w:pPr>
      <w:spacing w:line="240" w:lineRule="auto"/>
    </w:pPr>
    <w:rPr>
      <w:rFonts w:ascii="Times New Roman" w:hAnsi="Times New Roman"/>
      <w:b/>
      <w:bCs/>
      <w:color w:val="000000" w:themeColor="text1"/>
      <w:sz w:val="20"/>
      <w:szCs w:val="1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7AB4501A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Ilze Skujina [ils3]</dc:creator>
  <cp:lastModifiedBy>Leah Morrison (lib)</cp:lastModifiedBy>
  <cp:revision>2</cp:revision>
  <dcterms:created xsi:type="dcterms:W3CDTF">2018-10-02T11:59:00Z</dcterms:created>
  <dcterms:modified xsi:type="dcterms:W3CDTF">2018-10-02T11:59:00Z</dcterms:modified>
</cp:coreProperties>
</file>