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9CA" w:rsidRPr="003259CA" w:rsidRDefault="006940FD">
      <w:pPr>
        <w:rPr>
          <w:rFonts w:ascii="Garamond" w:hAnsi="Garamond"/>
          <w:b/>
          <w:sz w:val="24"/>
          <w:szCs w:val="24"/>
        </w:rPr>
      </w:pPr>
      <w:bookmarkStart w:id="0" w:name="_GoBack"/>
      <w:bookmarkEnd w:id="0"/>
      <w:r>
        <w:rPr>
          <w:rFonts w:ascii="Garamond" w:hAnsi="Garamond"/>
          <w:b/>
          <w:sz w:val="24"/>
          <w:szCs w:val="24"/>
        </w:rPr>
        <w:t>Table S1. MEDLINE</w:t>
      </w:r>
      <w:r w:rsidR="003259CA" w:rsidRPr="003259CA">
        <w:rPr>
          <w:rFonts w:ascii="Garamond" w:hAnsi="Garamond"/>
          <w:b/>
          <w:sz w:val="24"/>
          <w:szCs w:val="24"/>
        </w:rPr>
        <w:t xml:space="preserve"> search strategy</w:t>
      </w:r>
    </w:p>
    <w:p w:rsidR="003259CA" w:rsidRPr="003259CA" w:rsidRDefault="003259CA">
      <w:pPr>
        <w:rPr>
          <w:rFonts w:ascii="Garamond" w:hAnsi="Garamond"/>
          <w:b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9496"/>
      </w:tblGrid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3259CA">
              <w:rPr>
                <w:rFonts w:ascii="Garamond" w:hAnsi="Garamond"/>
                <w:b/>
                <w:bCs/>
                <w:sz w:val="24"/>
                <w:szCs w:val="24"/>
              </w:rPr>
              <w:t xml:space="preserve">#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3259CA">
              <w:rPr>
                <w:rFonts w:ascii="Garamond" w:hAnsi="Garamond"/>
                <w:b/>
                <w:bCs/>
                <w:sz w:val="24"/>
                <w:szCs w:val="24"/>
              </w:rPr>
              <w:t xml:space="preserve">Query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(MH "Stevens-Johnson Syndrome")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AB ( 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stevens-johnson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 syndrome or 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stevens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johnson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 syndrome ) OR TI ( 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stevens-johnson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 syndrome or 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stevens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johnson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 syndrome )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AB ( toxic epidermal necrolysis or toxic epidermal necrolyses ) OR TI ( toxic epidermal necrolysis or toxic epidermal necrolyses )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AB ( 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lyell's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 syndrome* OR 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lyell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 syndrome* or 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lyell's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 disease ) OR TI ( 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lyell's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 syndrome* OR 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lyell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 syndrome* or 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lyell's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 disease )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S1 OR S2 OR S3 OR S4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(MH "Stress Disorders, Post-Traumatic")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AB ( PTSD or Post traumatic stress disorder* or Post-traumatic stress disorder* or Posttraumatic stress disorder* or Posttraumatic neuroses or Post traumatic neuroses or Post-traumatic neuroses or Posttraumatic neurosis or Post traumatic neurosis or Post-traumatic neurosis ) OR TI ( PTSD or Post traumatic stress disorder* or Post-traumatic stress disorder* or Posttraumatic stress disorder* or Posttraumatic neuroses or Post traumatic neuroses or Post-traumatic neuroses or Posttraumatic neurosis or Post traumatic neurosis or Post-traumatic neurosis )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AB ( stress or post-traumatic stress or 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post traumatic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 stress or psychological stress ) OR TI ( stress or post-traumatic stress or 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post traumatic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 stress or psychological stress )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(MH "Emotions") OR (MH "Loneliness") OR (MH "Hostility") OR (MH "Hate") OR (MH "Guilt") OR (MH "Shame") OR (MH "Fear") OR (MH "Anxiety") OR (MH "Anger") OR (MH "Rage") OR (MH "Affect")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AB ( Affect or Anger or Anxiety or Hate or Rage or embarrass* or Emotional attachment or Fear or Grief or Guilt or Helplessness or Hopelessness or Hostility or Mood or Mood change or Nervousness or Patient worry or Shame or Unhappiness ) OR TI ( Affect or Anger or Anxiety or Hate or Rage or embarrass* or Emotional attachment or Fear or Grief or Guilt or Helplessness or Hopelessness or Hostility or Mood or Mood change or Nervousness or Patient worry or Shame or Unhappiness )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S6 OR S7 OR S8 OR S9 OR S10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>(MH "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Self Concept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") OR (MH "Body Image")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AB ( 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Self concept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* or Self-concept* or self-perception* or 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self perception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* or 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self esteem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* or Body image* or Body representation* or Personal appearance* ) OR TI ( 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Self concept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* or Self-concept* or self-perception* or 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self perception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* or 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self esteem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* or Body image* or Body representation* or Personal appearance* )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S12 OR S13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(MH "Anxiety Disorders") OR (MH "Phobic Disorders") OR (MH "Panic Disorder")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AB ( Anxiety disorder* or Anxiety neuroses or Anxiety neurosis or Neurotic anxiety state* or Panic or Phobic disorder* or phobia ) OR TI ( Anxiety disorder* or Anxiety neuroses or Anxiety neurosis or Neurotic anxiety state* or Panic or Phobic disorder* or phobia )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AB ( stress disorder* or acute traumatic stress disorder* or acute stress disorder* ) OR TI ( stress disorder* or acute traumatic stress disorder* or acute stress disorder* )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lastRenderedPageBreak/>
              <w:t xml:space="preserve">S18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>(MH "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Catastrophization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")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AB ( 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catastrophi?ation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 or 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catastrophi?ing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 ) OR TI ( 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catastrophi?ation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 or </w:t>
            </w:r>
            <w:proofErr w:type="spellStart"/>
            <w:r w:rsidRPr="003259CA">
              <w:rPr>
                <w:rFonts w:ascii="Garamond" w:hAnsi="Garamond"/>
                <w:sz w:val="24"/>
                <w:szCs w:val="24"/>
              </w:rPr>
              <w:t>catastrophi?ing</w:t>
            </w:r>
            <w:proofErr w:type="spellEnd"/>
            <w:r w:rsidRPr="003259CA">
              <w:rPr>
                <w:rFonts w:ascii="Garamond" w:hAnsi="Garamond"/>
                <w:sz w:val="24"/>
                <w:szCs w:val="24"/>
              </w:rPr>
              <w:t xml:space="preserve"> )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AB ( psychiatric sequelae or psychiatric sequel* ) OR AB psych* N1 impact OR AB ( emotional* N1 (impact* or distress* ) OR AB ( distress syndrome or distress syndromes )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TI ( psychiatric sequelae or psychiatric sequel* ) OR TI psych* N1 impact OR TI ( emotional* N1 (impact* or distress* ) OR TI ( distress syndrome or distress syndromes )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S15 OR S16 OR S17 OR S18 OR S19 OR S20 OR S21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S11 OR S14 OR S22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S5 AND S23 </w:t>
            </w:r>
          </w:p>
        </w:tc>
      </w:tr>
      <w:tr w:rsidR="003259CA" w:rsidRPr="003259CA" w:rsidTr="001350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59CA" w:rsidRPr="003259CA" w:rsidRDefault="003259CA" w:rsidP="001350A4">
            <w:pPr>
              <w:rPr>
                <w:rFonts w:ascii="Garamond" w:hAnsi="Garamond"/>
                <w:sz w:val="24"/>
                <w:szCs w:val="24"/>
              </w:rPr>
            </w:pPr>
            <w:r w:rsidRPr="003259CA">
              <w:rPr>
                <w:rFonts w:ascii="Garamond" w:hAnsi="Garamond"/>
                <w:sz w:val="24"/>
                <w:szCs w:val="24"/>
              </w:rPr>
              <w:t xml:space="preserve">S5 AND S23 </w:t>
            </w:r>
          </w:p>
        </w:tc>
      </w:tr>
    </w:tbl>
    <w:p w:rsidR="003259CA" w:rsidRPr="003259CA" w:rsidRDefault="003259CA" w:rsidP="003259CA">
      <w:pPr>
        <w:rPr>
          <w:rFonts w:ascii="Garamond" w:hAnsi="Garamond"/>
          <w:sz w:val="24"/>
          <w:szCs w:val="24"/>
        </w:rPr>
      </w:pPr>
    </w:p>
    <w:p w:rsidR="003259CA" w:rsidRPr="003259CA" w:rsidRDefault="003259CA">
      <w:pPr>
        <w:rPr>
          <w:rFonts w:ascii="Garamond" w:hAnsi="Garamond"/>
          <w:sz w:val="24"/>
          <w:szCs w:val="24"/>
        </w:rPr>
      </w:pPr>
    </w:p>
    <w:p w:rsidR="003259CA" w:rsidRPr="003259CA" w:rsidRDefault="003259CA">
      <w:pPr>
        <w:rPr>
          <w:rFonts w:ascii="Garamond" w:hAnsi="Garamond"/>
          <w:sz w:val="24"/>
          <w:szCs w:val="24"/>
        </w:rPr>
      </w:pPr>
    </w:p>
    <w:p w:rsidR="003259CA" w:rsidRPr="003259CA" w:rsidRDefault="003259CA">
      <w:pPr>
        <w:rPr>
          <w:rFonts w:ascii="Garamond" w:hAnsi="Garamond"/>
          <w:sz w:val="24"/>
          <w:szCs w:val="24"/>
        </w:rPr>
      </w:pPr>
    </w:p>
    <w:sectPr w:rsidR="003259CA" w:rsidRPr="003259CA" w:rsidSect="003259CA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1EE6" w:rsidRDefault="00C61EE6" w:rsidP="003259CA">
      <w:r>
        <w:separator/>
      </w:r>
    </w:p>
  </w:endnote>
  <w:endnote w:type="continuationSeparator" w:id="0">
    <w:p w:rsidR="00C61EE6" w:rsidRDefault="00C61EE6" w:rsidP="00325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1EE6" w:rsidRDefault="00C61EE6" w:rsidP="003259CA">
      <w:r>
        <w:separator/>
      </w:r>
    </w:p>
  </w:footnote>
  <w:footnote w:type="continuationSeparator" w:id="0">
    <w:p w:rsidR="00C61EE6" w:rsidRDefault="00C61EE6" w:rsidP="003259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B4D"/>
    <w:rsid w:val="00167695"/>
    <w:rsid w:val="0023459F"/>
    <w:rsid w:val="0032394B"/>
    <w:rsid w:val="003259CA"/>
    <w:rsid w:val="006940FD"/>
    <w:rsid w:val="006E2767"/>
    <w:rsid w:val="007C09F4"/>
    <w:rsid w:val="00871B4D"/>
    <w:rsid w:val="00A811E6"/>
    <w:rsid w:val="00C61EE6"/>
    <w:rsid w:val="00DD5FBF"/>
    <w:rsid w:val="00EA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D64FFB-B31D-4991-989C-2FA81E9E3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1B4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59C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59C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3259C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59CA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3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48F6299D</Template>
  <TotalTime>0</TotalTime>
  <Pages>2</Pages>
  <Words>529</Words>
  <Characters>3017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Limerick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Pauline.O'Reilly</dc:creator>
  <cp:keywords/>
  <dc:description/>
  <cp:lastModifiedBy>Leah Morrison (lib)</cp:lastModifiedBy>
  <cp:revision>2</cp:revision>
  <dcterms:created xsi:type="dcterms:W3CDTF">2020-09-29T10:53:00Z</dcterms:created>
  <dcterms:modified xsi:type="dcterms:W3CDTF">2020-09-29T10:53:00Z</dcterms:modified>
</cp:coreProperties>
</file>